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2024-2025, 2025-2026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>Diagnoza pedagogiczna dziecka i środowiska społecznego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03A16" w:rsidRPr="00B169DF" w:rsidTr="00B819C8">
        <w:tc>
          <w:tcPr>
            <w:tcW w:w="2694" w:type="dxa"/>
            <w:vAlign w:val="center"/>
          </w:tcPr>
          <w:p w:rsidR="00303A16" w:rsidRPr="00B169DF" w:rsidRDefault="00303A1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03A16" w:rsidRDefault="00303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03A16" w:rsidRPr="00B169DF" w:rsidTr="00B819C8">
        <w:tc>
          <w:tcPr>
            <w:tcW w:w="2694" w:type="dxa"/>
            <w:vAlign w:val="center"/>
          </w:tcPr>
          <w:p w:rsidR="00303A16" w:rsidRPr="00B169DF" w:rsidRDefault="00303A1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03A16" w:rsidRDefault="00303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03A16" w:rsidRPr="00B169DF" w:rsidTr="00B819C8">
        <w:tc>
          <w:tcPr>
            <w:tcW w:w="2694" w:type="dxa"/>
            <w:vAlign w:val="center"/>
          </w:tcPr>
          <w:p w:rsidR="00303A16" w:rsidRPr="00B169DF" w:rsidRDefault="00303A1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03A16" w:rsidRDefault="00303A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375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3756C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II, 3,4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III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rok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103921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D12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D12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2E3D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3D" w:rsidRDefault="00D12A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ED49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0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214898">
        <w:rPr>
          <w:rFonts w:ascii="Corbel" w:hAnsi="Corbel"/>
          <w:smallCaps w:val="0"/>
          <w:szCs w:val="24"/>
          <w:u w:val="single"/>
        </w:rPr>
        <w:t>egzamin,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A0766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233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</w:t>
            </w:r>
            <w:r w:rsidR="00214898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</w:t>
            </w:r>
            <w:r>
              <w:rPr>
                <w:rFonts w:ascii="Corbel" w:hAnsi="Corbel"/>
                <w:sz w:val="24"/>
                <w:szCs w:val="24"/>
              </w:rPr>
              <w:t xml:space="preserve"> pedagogicznej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jej </w:t>
            </w:r>
            <w:r>
              <w:rPr>
                <w:rFonts w:ascii="Corbel" w:hAnsi="Corbel"/>
                <w:sz w:val="24"/>
                <w:szCs w:val="24"/>
              </w:rPr>
              <w:t xml:space="preserve">rodzajami, modelami, typami </w:t>
            </w:r>
            <w:r w:rsidRPr="003B3A21">
              <w:rPr>
                <w:rFonts w:ascii="Corbel" w:hAnsi="Corbel"/>
                <w:sz w:val="24"/>
                <w:szCs w:val="24"/>
              </w:rPr>
              <w:t>oraz systemami diagnostycznymi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diagnozy </w:t>
            </w:r>
            <w:r>
              <w:rPr>
                <w:rFonts w:ascii="Corbel" w:hAnsi="Corbel"/>
                <w:sz w:val="24"/>
                <w:szCs w:val="24"/>
              </w:rPr>
              <w:t>pedagogicznej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</w:t>
            </w:r>
            <w:r>
              <w:rPr>
                <w:rFonts w:ascii="Corbel" w:hAnsi="Corbel"/>
                <w:sz w:val="24"/>
                <w:szCs w:val="24"/>
              </w:rPr>
              <w:t xml:space="preserve">iału diagnostycznego i formułowania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sporządzania realnych i efektywnych zaleceń </w:t>
            </w:r>
            <w:r>
              <w:rPr>
                <w:rFonts w:ascii="Corbel" w:hAnsi="Corbel"/>
                <w:sz w:val="24"/>
                <w:szCs w:val="24"/>
              </w:rPr>
              <w:t xml:space="preserve">do pracy wychowawczej, profilaktycznej i resocjalizacyjnej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na podstawie wnikliwej diagnozy </w:t>
            </w:r>
            <w:r w:rsidR="00AD67BE"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>w oparciu o teorię pedagogiki</w:t>
            </w:r>
            <w:r>
              <w:rPr>
                <w:rFonts w:ascii="Corbel" w:hAnsi="Corbel"/>
                <w:sz w:val="24"/>
                <w:szCs w:val="24"/>
              </w:rPr>
              <w:t>, profilaktyki społecznej i resocjalizacji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795373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5124DD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6B5F">
              <w:rPr>
                <w:rFonts w:ascii="Corbel" w:hAnsi="Corbel"/>
                <w:b w:val="0"/>
                <w:sz w:val="24"/>
                <w:szCs w:val="24"/>
              </w:rPr>
              <w:t>definiuje pojęcie diagnozy pedagogicznej, prezentuje jej rodzaje, modele, typy, strategie</w:t>
            </w:r>
            <w:r w:rsidR="00CA4FC8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 xml:space="preserve">rzystywane w diagnozie dzieci, młodzieży i ich środowisk wychowawczych 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zaprojektuje i popr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>
              <w:rPr>
                <w:rFonts w:ascii="Corbel" w:hAnsi="Corbel"/>
                <w:sz w:val="24"/>
                <w:szCs w:val="24"/>
              </w:rPr>
              <w:t xml:space="preserve">skonstruuje proste narzędzie badawcze diagnozujące problemy dzieci i młodzieży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>
              <w:rPr>
                <w:rFonts w:ascii="Corbel" w:hAnsi="Corbel"/>
                <w:sz w:val="24"/>
                <w:szCs w:val="24"/>
              </w:rPr>
              <w:t xml:space="preserve"> wykorzystując nowoczesne technologie informatyczne,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</w:t>
            </w:r>
            <w:r w:rsidR="00CA4FC8">
              <w:rPr>
                <w:rFonts w:ascii="Corbel" w:hAnsi="Corbel"/>
                <w:sz w:val="24"/>
                <w:szCs w:val="24"/>
              </w:rPr>
              <w:t>znej i resocjalizacyjnej; dokona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AF7CD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badawczego, będzie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skrupulatny w czasie przygotowywania badań i analizowania wyników, </w:t>
            </w:r>
            <w:r w:rsidR="00A30572">
              <w:rPr>
                <w:rFonts w:ascii="Corbel" w:hAnsi="Corbel"/>
                <w:sz w:val="24"/>
                <w:szCs w:val="24"/>
              </w:rPr>
              <w:t>zachowa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lastRenderedPageBreak/>
              <w:t>ostrożność w czasie formułowania ostatecznych wniosków.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lastRenderedPageBreak/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2174B4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pedagogiczna: pojęcie, przedmiot</w:t>
            </w:r>
            <w:r w:rsidR="00136C53" w:rsidRPr="00C40735">
              <w:rPr>
                <w:rFonts w:ascii="Corbel" w:hAnsi="Corbel"/>
                <w:sz w:val="24"/>
                <w:szCs w:val="24"/>
              </w:rPr>
              <w:t>, zakres</w:t>
            </w:r>
            <w:r w:rsidRPr="00C40735">
              <w:rPr>
                <w:rFonts w:ascii="Corbel" w:hAnsi="Corbel"/>
                <w:sz w:val="24"/>
                <w:szCs w:val="24"/>
              </w:rPr>
              <w:t>; funkcje diagnozy w profilaktyce i resocjalizacji</w:t>
            </w:r>
          </w:p>
        </w:tc>
      </w:tr>
      <w:tr w:rsidR="00DD61D9" w:rsidRPr="00B169DF" w:rsidTr="00820492">
        <w:tc>
          <w:tcPr>
            <w:tcW w:w="10065" w:type="dxa"/>
          </w:tcPr>
          <w:p w:rsidR="00DD61D9" w:rsidRPr="00C40735" w:rsidRDefault="00DD61D9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R</w:t>
            </w:r>
            <w:r w:rsidR="00CF7914">
              <w:rPr>
                <w:rFonts w:ascii="Corbel" w:hAnsi="Corbel"/>
                <w:sz w:val="24"/>
                <w:szCs w:val="24"/>
              </w:rPr>
              <w:t xml:space="preserve">odzaje, modele, </w:t>
            </w:r>
            <w:r w:rsidRPr="00C40735">
              <w:rPr>
                <w:rFonts w:ascii="Corbel" w:hAnsi="Corbel"/>
                <w:sz w:val="24"/>
                <w:szCs w:val="24"/>
              </w:rPr>
              <w:t>typy diagnoz pedagogicznych</w:t>
            </w:r>
          </w:p>
        </w:tc>
      </w:tr>
      <w:tr w:rsidR="00136C53" w:rsidRPr="00B169DF" w:rsidTr="00820492">
        <w:tc>
          <w:tcPr>
            <w:tcW w:w="10065" w:type="dxa"/>
          </w:tcPr>
          <w:p w:rsidR="00136C53" w:rsidRPr="00C40735" w:rsidRDefault="00DD61D9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Strategie realizacji badań diagnostycznych w pedagogice</w:t>
            </w:r>
            <w:r w:rsidR="00B21421">
              <w:rPr>
                <w:rFonts w:ascii="Corbel" w:hAnsi="Corbel"/>
                <w:sz w:val="24"/>
                <w:szCs w:val="24"/>
              </w:rPr>
              <w:t xml:space="preserve">; specyfika badań </w:t>
            </w:r>
            <w:r w:rsidR="00D71EBE">
              <w:rPr>
                <w:rFonts w:ascii="Corbel" w:hAnsi="Corbel"/>
                <w:sz w:val="24"/>
                <w:szCs w:val="24"/>
              </w:rPr>
              <w:t>diagnostycznych</w:t>
            </w:r>
            <w:r w:rsidR="00B21421">
              <w:rPr>
                <w:rFonts w:ascii="Corbel" w:hAnsi="Corbel"/>
                <w:sz w:val="24"/>
                <w:szCs w:val="24"/>
              </w:rPr>
              <w:t xml:space="preserve"> </w:t>
            </w:r>
            <w:r w:rsidR="004F046A">
              <w:rPr>
                <w:rFonts w:ascii="Corbel" w:hAnsi="Corbel"/>
                <w:sz w:val="24"/>
                <w:szCs w:val="24"/>
              </w:rPr>
              <w:br/>
            </w:r>
            <w:r w:rsidR="00B21421">
              <w:rPr>
                <w:rFonts w:ascii="Corbel" w:hAnsi="Corbel"/>
                <w:sz w:val="24"/>
                <w:szCs w:val="24"/>
              </w:rPr>
              <w:t>w paradygmacie ilościowym i jakościowym</w:t>
            </w:r>
          </w:p>
        </w:tc>
      </w:tr>
      <w:tr w:rsidR="0043543C" w:rsidRPr="00B169DF" w:rsidTr="00820492">
        <w:tc>
          <w:tcPr>
            <w:tcW w:w="10065" w:type="dxa"/>
          </w:tcPr>
          <w:p w:rsidR="0043543C" w:rsidRPr="00C40735" w:rsidRDefault="006E65D5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Etapy diagnozy pedagogicznej w ujęciu szerokim i wąskim</w:t>
            </w:r>
          </w:p>
        </w:tc>
      </w:tr>
      <w:tr w:rsidR="006E65D5" w:rsidRPr="00B169DF" w:rsidTr="00820492">
        <w:tc>
          <w:tcPr>
            <w:tcW w:w="10065" w:type="dxa"/>
          </w:tcPr>
          <w:p w:rsidR="006E65D5" w:rsidRPr="00C40735" w:rsidRDefault="00D71EB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</w:t>
            </w:r>
            <w:r w:rsidR="008E68B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gnoza psychologiczna dla p</w:t>
            </w:r>
            <w:r w:rsidR="008E68B0">
              <w:rPr>
                <w:rFonts w:ascii="Corbel" w:hAnsi="Corbel"/>
                <w:sz w:val="24"/>
                <w:szCs w:val="24"/>
              </w:rPr>
              <w:t>otrzeb pedagogiki</w:t>
            </w:r>
          </w:p>
        </w:tc>
      </w:tr>
      <w:tr w:rsidR="00EB5F16" w:rsidRPr="00B169DF" w:rsidTr="00820492">
        <w:tc>
          <w:tcPr>
            <w:tcW w:w="10065" w:type="dxa"/>
          </w:tcPr>
          <w:p w:rsidR="00EB5F16" w:rsidRPr="00DD61D9" w:rsidRDefault="00BA0EF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 jako podstawa oddziaływań profilaktycznych i resocjalizacyjnych</w:t>
            </w:r>
          </w:p>
        </w:tc>
      </w:tr>
      <w:tr w:rsidR="00D71EBE" w:rsidRPr="00B169DF" w:rsidTr="00820492">
        <w:tc>
          <w:tcPr>
            <w:tcW w:w="10065" w:type="dxa"/>
          </w:tcPr>
          <w:p w:rsidR="00D71EBE" w:rsidRPr="00C40735" w:rsidRDefault="00D71EB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Etyczne wyznaczniki poprawności procesu diagnozowania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E1946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Metody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 xml:space="preserve"> </w:t>
            </w:r>
            <w:r w:rsidR="00191CBD" w:rsidRPr="00C40735">
              <w:rPr>
                <w:rFonts w:ascii="Corbel" w:hAnsi="Corbel"/>
                <w:sz w:val="24"/>
                <w:szCs w:val="24"/>
              </w:rPr>
              <w:t xml:space="preserve">i techniki 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wykorzystywane w diagnozie pedagogicznej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91CBD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N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arzędzia stosowane w diagnostyce pedagogicznej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0ABB" w:rsidRPr="00C40735">
              <w:rPr>
                <w:rFonts w:ascii="Corbel" w:hAnsi="Corbel"/>
                <w:sz w:val="24"/>
                <w:szCs w:val="24"/>
              </w:rPr>
              <w:t xml:space="preserve">warunki efektywności </w:t>
            </w:r>
            <w:r w:rsidR="006A1614" w:rsidRPr="00C40735">
              <w:rPr>
                <w:rFonts w:ascii="Corbel" w:hAnsi="Corbel"/>
                <w:sz w:val="24"/>
                <w:szCs w:val="24"/>
              </w:rPr>
              <w:t>pomiaru</w:t>
            </w:r>
          </w:p>
        </w:tc>
      </w:tr>
      <w:tr w:rsidR="00DC597C" w:rsidRPr="00B169DF" w:rsidTr="00820492">
        <w:tc>
          <w:tcPr>
            <w:tcW w:w="10065" w:type="dxa"/>
          </w:tcPr>
          <w:p w:rsidR="00DC597C" w:rsidRPr="00C40735" w:rsidRDefault="00DC597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Czynniki determinujące</w:t>
            </w:r>
            <w:r w:rsidR="002C6F3C" w:rsidRPr="00C40735">
              <w:rPr>
                <w:rFonts w:ascii="Corbel" w:hAnsi="Corbel"/>
                <w:sz w:val="24"/>
                <w:szCs w:val="24"/>
              </w:rPr>
              <w:t xml:space="preserve"> (dynamizujące lub zakłócające)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F3C" w:rsidRPr="00C40735">
              <w:rPr>
                <w:rFonts w:ascii="Corbel" w:hAnsi="Corbel"/>
                <w:sz w:val="24"/>
                <w:szCs w:val="24"/>
              </w:rPr>
              <w:t xml:space="preserve">jakość 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 kontaktu diagnostycznego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6A568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</w:t>
            </w:r>
            <w:r w:rsidR="002D593D" w:rsidRPr="00C40735">
              <w:rPr>
                <w:rFonts w:ascii="Corbel" w:hAnsi="Corbel"/>
                <w:sz w:val="24"/>
                <w:szCs w:val="24"/>
              </w:rPr>
              <w:t>iagnoza pozytywna</w:t>
            </w:r>
          </w:p>
        </w:tc>
      </w:tr>
      <w:tr w:rsidR="005E0F91" w:rsidRPr="00B169DF" w:rsidTr="00820492">
        <w:tc>
          <w:tcPr>
            <w:tcW w:w="10065" w:type="dxa"/>
          </w:tcPr>
          <w:p w:rsidR="005E0F91" w:rsidRPr="00C40735" w:rsidRDefault="005E0F91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 xml:space="preserve">Diagnoza indywidualna </w:t>
            </w:r>
            <w:r w:rsidR="00A812E9">
              <w:rPr>
                <w:rFonts w:ascii="Corbel" w:hAnsi="Corbel"/>
                <w:sz w:val="24"/>
                <w:szCs w:val="24"/>
              </w:rPr>
              <w:t xml:space="preserve">dziecka </w:t>
            </w:r>
            <w:r w:rsidR="002E2FDF">
              <w:rPr>
                <w:rFonts w:ascii="Corbel" w:hAnsi="Corbel"/>
                <w:sz w:val="24"/>
                <w:szCs w:val="24"/>
              </w:rPr>
              <w:t>zagrożonego niedostosowaniem społecznym</w:t>
            </w:r>
          </w:p>
        </w:tc>
      </w:tr>
      <w:tr w:rsidR="00582BC0" w:rsidRPr="00B169DF" w:rsidTr="00820492">
        <w:tc>
          <w:tcPr>
            <w:tcW w:w="10065" w:type="dxa"/>
          </w:tcPr>
          <w:p w:rsidR="00582BC0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rodzinnej</w:t>
            </w:r>
          </w:p>
        </w:tc>
      </w:tr>
      <w:tr w:rsidR="00815B4B" w:rsidRPr="00B169DF" w:rsidTr="00820492">
        <w:tc>
          <w:tcPr>
            <w:tcW w:w="10065" w:type="dxa"/>
          </w:tcPr>
          <w:p w:rsidR="00815B4B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szkolnej</w:t>
            </w:r>
          </w:p>
        </w:tc>
      </w:tr>
      <w:tr w:rsidR="00FE463C" w:rsidRPr="00B169DF" w:rsidTr="00820492">
        <w:tc>
          <w:tcPr>
            <w:tcW w:w="10065" w:type="dxa"/>
          </w:tcPr>
          <w:p w:rsidR="00FE463C" w:rsidRPr="00C40735" w:rsidRDefault="00FE463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jako członka grup rówieśniczych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435C37" w:rsidRDefault="00D07359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Symptomy i determinanty niedostosowania społecznego jako przedmiot diagnozy pedagogicznej stanowiącej podstawę oddziaływań profilaktycznych i resocjalizacyjnych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435C37" w:rsidRDefault="00DD2FA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Kompetencje pedagoga 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>przeprowadzającego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diagnozę pedagogiczną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435C37">
              <w:rPr>
                <w:rFonts w:ascii="Corbel" w:hAnsi="Corbel"/>
                <w:sz w:val="24"/>
                <w:szCs w:val="24"/>
              </w:rPr>
              <w:t>zasady etyczne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 diagnozowania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435C37" w:rsidRDefault="002F4AF0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Zasady doboru metod, technik i narzędzi badawczych wykorzystywanych</w:t>
            </w:r>
            <w:r w:rsidR="00980666" w:rsidRPr="00435C37">
              <w:rPr>
                <w:rFonts w:ascii="Corbel" w:hAnsi="Corbel"/>
                <w:sz w:val="24"/>
                <w:szCs w:val="24"/>
              </w:rPr>
              <w:t xml:space="preserve"> w diagnozie pedagogicznej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435C37" w:rsidRDefault="00BA01F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Konstruowanie kwestionariuszy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wywiadów i </w:t>
            </w:r>
            <w:r w:rsidR="00CB4223">
              <w:rPr>
                <w:rFonts w:ascii="Corbel" w:hAnsi="Corbel"/>
                <w:sz w:val="24"/>
                <w:szCs w:val="24"/>
              </w:rPr>
              <w:t>ankiet oraz arkuszy obserwacyjnych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jako podstawowych narzędzi </w:t>
            </w:r>
            <w:r w:rsidR="00057308" w:rsidRPr="00435C37">
              <w:rPr>
                <w:rFonts w:ascii="Corbel" w:hAnsi="Corbel"/>
                <w:sz w:val="24"/>
                <w:szCs w:val="24"/>
              </w:rPr>
              <w:t>wykorzystywanych w diagnozie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 pedagogicznej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435C37" w:rsidRDefault="00F93F0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 w:rsidRPr="00435C37"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>(np. funkcjonalności systemu, postaw rodzicielskich, systemu kierowania wychowawczego)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435C37" w:rsidRDefault="00A5411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wybranych cech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>indywidualnych dzieci i młodzieży (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 xml:space="preserve">samooceny, kompetencji społecznych, </w:t>
            </w:r>
            <w:r w:rsidR="009A0D78" w:rsidRPr="00435C37">
              <w:rPr>
                <w:rFonts w:ascii="Corbel" w:hAnsi="Corbel"/>
                <w:sz w:val="24"/>
                <w:szCs w:val="24"/>
              </w:rPr>
              <w:t>zdolności specjalnych</w:t>
            </w:r>
            <w:r w:rsidR="003231D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435C37" w:rsidRDefault="00F93F0E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problemów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uczniów</w:t>
            </w:r>
            <w:r w:rsidR="00C34F3A" w:rsidRPr="00435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3373EF" w:rsidRPr="00435C37">
              <w:rPr>
                <w:rFonts w:ascii="Corbel" w:hAnsi="Corbel"/>
                <w:sz w:val="24"/>
                <w:szCs w:val="24"/>
              </w:rPr>
              <w:t>wiążących się z funkcjonowaniem w środowisku szkolnym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435C37" w:rsidRDefault="00287297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wychowanków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instytucji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t xml:space="preserve"> opiekuńczych, wychowawczych, profilaktycznych i 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resocjalizacyjnych </w:t>
            </w:r>
          </w:p>
        </w:tc>
      </w:tr>
      <w:tr w:rsidR="0077385F" w:rsidRPr="00B169DF" w:rsidTr="00923D7D">
        <w:tc>
          <w:tcPr>
            <w:tcW w:w="9639" w:type="dxa"/>
          </w:tcPr>
          <w:p w:rsidR="0077385F" w:rsidRPr="00435C37" w:rsidRDefault="00B608CA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Diagnoza problemów 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dzieci 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i młodzieży związanych z </w:t>
            </w:r>
            <w:r w:rsidR="001C01CA" w:rsidRPr="00435C37">
              <w:rPr>
                <w:rFonts w:ascii="Corbel" w:hAnsi="Corbel"/>
                <w:sz w:val="24"/>
                <w:szCs w:val="24"/>
              </w:rPr>
              <w:t>przynależnością do grup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 rówieśniczych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(w tym podkulturowych)</w:t>
            </w:r>
          </w:p>
        </w:tc>
      </w:tr>
      <w:tr w:rsidR="00D07359" w:rsidRPr="00B169DF" w:rsidTr="00923D7D">
        <w:tc>
          <w:tcPr>
            <w:tcW w:w="9639" w:type="dxa"/>
          </w:tcPr>
          <w:p w:rsidR="00D07359" w:rsidRPr="00435C37" w:rsidRDefault="0063183D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Wstępna diagnoza przypadków przemocy w rodzinie, szkole, placówkach</w:t>
            </w:r>
            <w:r w:rsidR="00226331" w:rsidRPr="00435C37">
              <w:rPr>
                <w:rFonts w:ascii="Corbel" w:hAnsi="Corbel"/>
                <w:sz w:val="24"/>
                <w:szCs w:val="24"/>
              </w:rPr>
              <w:t xml:space="preserve"> opiekuńczych, wychowawczych i resocjalizacyjnych</w:t>
            </w:r>
          </w:p>
        </w:tc>
      </w:tr>
      <w:tr w:rsidR="004F5241" w:rsidRPr="00B169DF" w:rsidTr="00923D7D">
        <w:tc>
          <w:tcPr>
            <w:tcW w:w="9639" w:type="dxa"/>
          </w:tcPr>
          <w:p w:rsidR="004F5241" w:rsidRPr="00435C37" w:rsidRDefault="00226331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435C37" w:rsidRDefault="002A59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uzależnień behawioralnych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egzaminu pisemnego,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D56917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3969"/>
      </w:tblGrid>
      <w:tr w:rsidR="00646FCE" w:rsidRPr="009C54AE" w:rsidTr="00A854C0">
        <w:tc>
          <w:tcPr>
            <w:tcW w:w="5670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ED4936">
              <w:rPr>
                <w:rFonts w:ascii="Corbel" w:hAnsi="Corbel"/>
              </w:rPr>
              <w:t>7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3969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3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 egzaminie</w:t>
            </w:r>
          </w:p>
        </w:tc>
        <w:tc>
          <w:tcPr>
            <w:tcW w:w="3969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3969" w:type="dxa"/>
          </w:tcPr>
          <w:p w:rsidR="00646FCE" w:rsidRPr="00E80A3A" w:rsidRDefault="00ED4936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38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prac projektowych (gromadzenie materiału diagnostycznego, analiza wyników badań, konstruowanie wniosków diagnostycznych, formułowanie zaleceń do pracy wychowawczej, profilaktycznej i resocjalizacyjnej, przygotowywanie prezentacji)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  <w:r w:rsidR="00194D8F">
              <w:rPr>
                <w:rFonts w:ascii="Corbel" w:hAnsi="Corbel"/>
              </w:rPr>
              <w:t>0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się do egzaminu 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646FCE" w:rsidRPr="00E80A3A">
              <w:rPr>
                <w:rFonts w:ascii="Corbel" w:hAnsi="Corbel"/>
              </w:rPr>
              <w:t>0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3969" w:type="dxa"/>
          </w:tcPr>
          <w:p w:rsidR="00646FCE" w:rsidRPr="00E80A3A" w:rsidRDefault="00E03DE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21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3969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2</w:t>
            </w:r>
            <w:r w:rsidR="00194D8F">
              <w:rPr>
                <w:rFonts w:ascii="Corbel" w:hAnsi="Corbel"/>
              </w:rPr>
              <w:t>00</w:t>
            </w:r>
          </w:p>
        </w:tc>
      </w:tr>
      <w:tr w:rsidR="00646FCE" w:rsidRPr="009C54AE" w:rsidTr="00A854C0">
        <w:tc>
          <w:tcPr>
            <w:tcW w:w="5670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3969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300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br w:type="page"/>
            </w:r>
            <w:r w:rsidR="0085747A"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96B32" w:rsidRPr="00355392" w:rsidRDefault="000C42E0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>
              <w:fldChar w:fldCharType="begin"/>
            </w:r>
            <w:r w:rsidR="00196B32">
              <w:instrText xml:space="preserve"> ADDIN ZOTERO_BIBL {"uncited":[],"omitted":[],"custom":[]} CSL_BIBLIOGRAPHY </w:instrText>
            </w:r>
            <w:r>
              <w:fldChar w:fldCharType="separate"/>
            </w:r>
            <w:r w:rsidR="00196B32" w:rsidRPr="00355392">
              <w:rPr>
                <w:rFonts w:cs="Calibri"/>
              </w:rPr>
              <w:t xml:space="preserve">Guziuk, M. (2011). </w:t>
            </w:r>
            <w:r w:rsidR="00196B32" w:rsidRPr="00355392">
              <w:rPr>
                <w:rFonts w:cs="Calibri"/>
                <w:i/>
                <w:iCs/>
              </w:rPr>
              <w:t>Badania diagnostyczne w pedagogice i psychopedagogice</w:t>
            </w:r>
            <w:r w:rsidR="00196B32" w:rsidRPr="00355392">
              <w:rPr>
                <w:rFonts w:cs="Calibri"/>
              </w:rPr>
              <w:t>. Wydawnictwo Akademickie „Żak”.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Jarosz, E. (2007). </w:t>
            </w:r>
            <w:r w:rsidRPr="00355392">
              <w:rPr>
                <w:rFonts w:cs="Calibri"/>
                <w:i/>
                <w:iCs/>
              </w:rPr>
              <w:t>Wybrane obszary diagnozowania pedagogicznego</w:t>
            </w:r>
            <w:r w:rsidRPr="00355392">
              <w:rPr>
                <w:rFonts w:cs="Calibri"/>
              </w:rPr>
              <w:t>. Wydawnictwo Uniwersytetu Śląskiego.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Pytka, L. (2016). </w:t>
            </w:r>
            <w:r w:rsidRPr="00355392">
              <w:rPr>
                <w:rFonts w:cs="Calibri"/>
                <w:i/>
                <w:iCs/>
              </w:rPr>
              <w:t>Pedagogika resocjalizacyjna: Wybrane zagadnienia teoretyczne, diagnostyczne i metodyczne</w:t>
            </w:r>
            <w:r w:rsidRPr="00355392">
              <w:rPr>
                <w:rFonts w:cs="Calibri"/>
              </w:rPr>
              <w:t>. Wydawnictwo Akademii Pedagogiki Specjalnej.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Skałbania, B. (2011). </w:t>
            </w:r>
            <w:r w:rsidRPr="00355392">
              <w:rPr>
                <w:rFonts w:cs="Calibri"/>
                <w:i/>
                <w:iCs/>
              </w:rPr>
              <w:t>Diagnostyka pedagogiczna: Wybrane obszary badawcze</w:t>
            </w:r>
            <w:r w:rsidR="00300C69">
              <w:rPr>
                <w:rFonts w:cs="Calibri"/>
                <w:i/>
                <w:iCs/>
              </w:rPr>
              <w:br/>
            </w:r>
            <w:r w:rsidRPr="00355392">
              <w:rPr>
                <w:rFonts w:cs="Calibri"/>
                <w:i/>
                <w:iCs/>
              </w:rPr>
              <w:t xml:space="preserve"> i rozwiązania praktyczne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Wojnarska, A. (2011). </w:t>
            </w:r>
            <w:r w:rsidRPr="00355392">
              <w:rPr>
                <w:rFonts w:cs="Calibri"/>
                <w:i/>
                <w:iCs/>
              </w:rPr>
              <w:t>Diagnostyka resocjalizacyjna: Wybrane zagadnienia</w:t>
            </w:r>
            <w:r w:rsidRPr="00355392">
              <w:rPr>
                <w:rFonts w:cs="Calibri"/>
              </w:rPr>
              <w:t>. Wydawnictwo Uniwersytetu Marii Curie-Sklodowskiej.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lastRenderedPageBreak/>
              <w:t xml:space="preserve">Wysocka, E. (2013). </w:t>
            </w:r>
            <w:r w:rsidRPr="00355392">
              <w:rPr>
                <w:rFonts w:cs="Calibri"/>
                <w:i/>
                <w:iCs/>
              </w:rPr>
              <w:t>Diagnostyka pedagogiczna: Nowe obszary i rozwiązania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(2015). </w:t>
            </w:r>
            <w:r w:rsidRPr="00355392">
              <w:rPr>
                <w:rFonts w:cs="Calibri"/>
                <w:i/>
                <w:iCs/>
              </w:rPr>
              <w:t>Diagnoza pozytywna w resocjalizacji: Model teoretyczny i metodologiczny.</w:t>
            </w:r>
            <w:r w:rsidRPr="00355392">
              <w:rPr>
                <w:rFonts w:cs="Calibri"/>
              </w:rPr>
              <w:t xml:space="preserve"> Wydawnictwo Uniwersytetu Śląskiego.</w:t>
            </w:r>
          </w:p>
          <w:p w:rsidR="00646FCE" w:rsidRPr="00B169DF" w:rsidRDefault="000C42E0" w:rsidP="00300C69">
            <w:pPr>
              <w:spacing w:after="0" w:line="36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96B32" w:rsidRDefault="00196B32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Bartkowicz</w:t>
            </w:r>
            <w:proofErr w:type="spellEnd"/>
            <w:r w:rsidRPr="00355392">
              <w:rPr>
                <w:rFonts w:cs="Calibri"/>
              </w:rPr>
              <w:t xml:space="preserve">, Z. (2001). </w:t>
            </w:r>
            <w:r w:rsidRPr="00355392">
              <w:rPr>
                <w:rFonts w:cs="Calibri"/>
                <w:i/>
                <w:iCs/>
              </w:rPr>
              <w:t>Pomoc terapeutyczna nieletnim agresorom i ofiarom agresji w zakładach resocjalizacyjnych</w:t>
            </w:r>
            <w:r w:rsidRPr="00355392">
              <w:rPr>
                <w:rFonts w:cs="Calibri"/>
              </w:rPr>
              <w:t>. AWH Antoni Dudek.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Plopa</w:t>
            </w:r>
            <w:proofErr w:type="spellEnd"/>
            <w:r w:rsidRPr="00355392">
              <w:rPr>
                <w:rFonts w:cs="Calibri"/>
              </w:rPr>
              <w:t xml:space="preserve">, M. (2008). </w:t>
            </w:r>
            <w:r w:rsidRPr="00355392">
              <w:rPr>
                <w:rFonts w:cs="Calibri"/>
                <w:i/>
                <w:iCs/>
              </w:rPr>
              <w:t>Więzi w małżeństwie i rodzinie.  Metody badań</w:t>
            </w:r>
            <w:r w:rsidRPr="00355392">
              <w:rPr>
                <w:rFonts w:cs="Calibri"/>
              </w:rPr>
              <w:t>. Impuls.</w:t>
            </w:r>
          </w:p>
          <w:p w:rsidR="00D7403C" w:rsidRPr="00355392" w:rsidRDefault="00D7403C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Ryś, M. (2001). </w:t>
            </w:r>
            <w:r w:rsidRPr="00355392">
              <w:rPr>
                <w:rFonts w:cs="Calibri"/>
                <w:i/>
                <w:iCs/>
              </w:rPr>
              <w:t>Systemy rodzinne: Metody badań struktury rodziny pochodzenia i rodziny własnej</w:t>
            </w:r>
            <w:r w:rsidRPr="00355392">
              <w:rPr>
                <w:rFonts w:cs="Calibri"/>
              </w:rPr>
              <w:t xml:space="preserve">. Centrum Metodyczne Pomocy Psychologiczno-Pedagogicznej: Wydaw. </w:t>
            </w:r>
            <w:proofErr w:type="spellStart"/>
            <w:r w:rsidRPr="00355392">
              <w:rPr>
                <w:rFonts w:cs="Calibri"/>
              </w:rPr>
              <w:t>Seventh</w:t>
            </w:r>
            <w:proofErr w:type="spellEnd"/>
            <w:r w:rsidRPr="00355392">
              <w:rPr>
                <w:rFonts w:cs="Calibri"/>
              </w:rPr>
              <w:t xml:space="preserve"> Sea.</w:t>
            </w:r>
          </w:p>
          <w:p w:rsidR="00D7403C" w:rsidRPr="00355392" w:rsidRDefault="00D7403C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Woronowicz, B. T. (2003). </w:t>
            </w:r>
            <w:r w:rsidRPr="00355392">
              <w:rPr>
                <w:rFonts w:cs="Calibri"/>
                <w:i/>
                <w:iCs/>
              </w:rPr>
              <w:t>Bez tajemnic: O uzależnieniach i ich leczeniu</w:t>
            </w:r>
            <w:r w:rsidRPr="00355392">
              <w:rPr>
                <w:rFonts w:cs="Calibri"/>
              </w:rPr>
              <w:t>. Instytut Psychiatrii i Neurologii.</w:t>
            </w:r>
          </w:p>
          <w:p w:rsidR="00196B32" w:rsidRPr="00D7403C" w:rsidRDefault="00D7403C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(2019). </w:t>
            </w:r>
            <w:r w:rsidRPr="00355392">
              <w:rPr>
                <w:rFonts w:cs="Calibri"/>
                <w:i/>
                <w:iCs/>
              </w:rPr>
              <w:t>Diagnoza pozytywna w resocjalizacji: Warsztat diagnostyczny pedagoga praktyka</w:t>
            </w:r>
            <w:r w:rsidRPr="00355392">
              <w:rPr>
                <w:rFonts w:cs="Calibri"/>
              </w:rPr>
              <w:t>. Wydawnictwo Uniwersytetu Śląskiego.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6C0" w:rsidRDefault="00AA36C0" w:rsidP="00C16ABF">
      <w:pPr>
        <w:spacing w:after="0" w:line="240" w:lineRule="auto"/>
      </w:pPr>
      <w:r>
        <w:separator/>
      </w:r>
    </w:p>
  </w:endnote>
  <w:endnote w:type="continuationSeparator" w:id="0">
    <w:p w:rsidR="00AA36C0" w:rsidRDefault="00AA36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6C0" w:rsidRDefault="00AA36C0" w:rsidP="00C16ABF">
      <w:pPr>
        <w:spacing w:after="0" w:line="240" w:lineRule="auto"/>
      </w:pPr>
      <w:r>
        <w:separator/>
      </w:r>
    </w:p>
  </w:footnote>
  <w:footnote w:type="continuationSeparator" w:id="0">
    <w:p w:rsidR="00AA36C0" w:rsidRDefault="00AA36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72E6"/>
    <w:rsid w:val="000A296F"/>
    <w:rsid w:val="000A2A28"/>
    <w:rsid w:val="000A3CDF"/>
    <w:rsid w:val="000B192D"/>
    <w:rsid w:val="000B28EE"/>
    <w:rsid w:val="000B3E37"/>
    <w:rsid w:val="000C42E0"/>
    <w:rsid w:val="000C5C2C"/>
    <w:rsid w:val="000D04B0"/>
    <w:rsid w:val="000F1C57"/>
    <w:rsid w:val="000F5615"/>
    <w:rsid w:val="00103921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F2CA2"/>
    <w:rsid w:val="001F7790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4ABC"/>
    <w:rsid w:val="00247D17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D7624"/>
    <w:rsid w:val="002E2FDF"/>
    <w:rsid w:val="002F02A3"/>
    <w:rsid w:val="002F4ABE"/>
    <w:rsid w:val="002F4AF0"/>
    <w:rsid w:val="00300C69"/>
    <w:rsid w:val="003018BA"/>
    <w:rsid w:val="0030395F"/>
    <w:rsid w:val="00303A16"/>
    <w:rsid w:val="00305C92"/>
    <w:rsid w:val="003151C5"/>
    <w:rsid w:val="003231D9"/>
    <w:rsid w:val="003343CF"/>
    <w:rsid w:val="003373EF"/>
    <w:rsid w:val="00346FE9"/>
    <w:rsid w:val="0034759A"/>
    <w:rsid w:val="003503F6"/>
    <w:rsid w:val="003530DD"/>
    <w:rsid w:val="0036149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363C4"/>
    <w:rsid w:val="00536BDE"/>
    <w:rsid w:val="00543ACC"/>
    <w:rsid w:val="0054452C"/>
    <w:rsid w:val="0056696D"/>
    <w:rsid w:val="00582BC0"/>
    <w:rsid w:val="0059484D"/>
    <w:rsid w:val="005A0855"/>
    <w:rsid w:val="005A3196"/>
    <w:rsid w:val="005B048D"/>
    <w:rsid w:val="005C080F"/>
    <w:rsid w:val="005C55E5"/>
    <w:rsid w:val="005C696A"/>
    <w:rsid w:val="005C7211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6477"/>
    <w:rsid w:val="006A1614"/>
    <w:rsid w:val="006A568E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5F23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7985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6E29"/>
    <w:rsid w:val="00901B2A"/>
    <w:rsid w:val="00916188"/>
    <w:rsid w:val="00923D7D"/>
    <w:rsid w:val="009508DF"/>
    <w:rsid w:val="00950DA6"/>
    <w:rsid w:val="00950DAC"/>
    <w:rsid w:val="00952FE9"/>
    <w:rsid w:val="00954A07"/>
    <w:rsid w:val="00961BCB"/>
    <w:rsid w:val="00980666"/>
    <w:rsid w:val="00997F14"/>
    <w:rsid w:val="009A0D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61"/>
    <w:rsid w:val="00A155EE"/>
    <w:rsid w:val="00A2245B"/>
    <w:rsid w:val="00A23D80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854C0"/>
    <w:rsid w:val="00A97DE1"/>
    <w:rsid w:val="00AA36C0"/>
    <w:rsid w:val="00AB053C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90885"/>
    <w:rsid w:val="00BA01F3"/>
    <w:rsid w:val="00BA0EF1"/>
    <w:rsid w:val="00BB520A"/>
    <w:rsid w:val="00BC5203"/>
    <w:rsid w:val="00BD00FB"/>
    <w:rsid w:val="00BD3869"/>
    <w:rsid w:val="00BD66E9"/>
    <w:rsid w:val="00BD6FF4"/>
    <w:rsid w:val="00BF1374"/>
    <w:rsid w:val="00BF2C41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53FD9"/>
    <w:rsid w:val="00C56036"/>
    <w:rsid w:val="00C61DC5"/>
    <w:rsid w:val="00C67E92"/>
    <w:rsid w:val="00C70A26"/>
    <w:rsid w:val="00C74D4E"/>
    <w:rsid w:val="00C766DF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5543"/>
    <w:rsid w:val="00D07359"/>
    <w:rsid w:val="00D12A5D"/>
    <w:rsid w:val="00D17C3C"/>
    <w:rsid w:val="00D26B2C"/>
    <w:rsid w:val="00D3397B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678B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3DEF"/>
    <w:rsid w:val="00E129B8"/>
    <w:rsid w:val="00E21E7D"/>
    <w:rsid w:val="00E22FBC"/>
    <w:rsid w:val="00E24BF5"/>
    <w:rsid w:val="00E25338"/>
    <w:rsid w:val="00E277F1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D4936"/>
    <w:rsid w:val="00EE32DE"/>
    <w:rsid w:val="00EE5457"/>
    <w:rsid w:val="00EF1877"/>
    <w:rsid w:val="00F0496B"/>
    <w:rsid w:val="00F070AB"/>
    <w:rsid w:val="00F14605"/>
    <w:rsid w:val="00F17567"/>
    <w:rsid w:val="00F21E62"/>
    <w:rsid w:val="00F22718"/>
    <w:rsid w:val="00F27A7B"/>
    <w:rsid w:val="00F3756C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F5534"/>
  <w15:docId w15:val="{4841DA18-DF1B-47B2-893B-4C19E842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1DDDD-8608-4D3E-B82A-76B784887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397</TotalTime>
  <Pages>6</Pages>
  <Words>1401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2023-06-07T06:22:00Z</dcterms:created>
  <dcterms:modified xsi:type="dcterms:W3CDTF">2023-07-13T09:16:00Z</dcterms:modified>
</cp:coreProperties>
</file>